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5F" w:rsidRPr="00F42F55" w:rsidRDefault="00BE685F">
      <w:pPr>
        <w:rPr>
          <w:rFonts w:ascii="Arial" w:eastAsia="Times New Roman" w:hAnsi="Arial" w:cs="Arial"/>
          <w:sz w:val="20"/>
          <w:szCs w:val="20"/>
        </w:rPr>
      </w:pPr>
    </w:p>
    <w:p w:rsidR="00BE685F" w:rsidRPr="00F42F55" w:rsidRDefault="00804E3C">
      <w:pPr>
        <w:pStyle w:val="Heading1"/>
        <w:rPr>
          <w:rFonts w:ascii="Arial" w:eastAsia="Times New Roman" w:hAnsi="Arial" w:cs="Arial"/>
        </w:rPr>
      </w:pPr>
      <w:bookmarkStart w:id="0" w:name="table0"/>
      <w:r w:rsidRPr="00F42F55">
        <w:rPr>
          <w:rStyle w:val="Emphasis"/>
          <w:rFonts w:ascii="Arial" w:eastAsia="Times New Roman" w:hAnsi="Arial" w:cs="Arial"/>
          <w:i w:val="0"/>
          <w:iCs w:val="0"/>
          <w:rtl/>
        </w:rPr>
        <w:t>انتاجية الآلات</w:t>
      </w:r>
    </w:p>
    <w:tbl>
      <w:tblPr>
        <w:tblpPr w:leftFromText="45" w:rightFromText="45" w:vertAnchor="text"/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27"/>
        <w:gridCol w:w="2850"/>
        <w:gridCol w:w="1390"/>
        <w:gridCol w:w="963"/>
        <w:gridCol w:w="1026"/>
        <w:gridCol w:w="2078"/>
      </w:tblGrid>
      <w:tr w:rsidR="00BE685F" w:rsidRPr="00F42F55">
        <w:trPr>
          <w:trHeight w:val="315"/>
          <w:tblCellSpacing w:w="0" w:type="dxa"/>
        </w:trPr>
        <w:tc>
          <w:tcPr>
            <w:tcW w:w="11010" w:type="dxa"/>
            <w:gridSpan w:val="7"/>
            <w:vAlign w:val="center"/>
            <w:hideMark/>
          </w:tcPr>
          <w:bookmarkEnd w:id="0"/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rtl/>
              </w:rPr>
              <w:t>المعدلات الانتاجية</w:t>
            </w:r>
          </w:p>
        </w:tc>
      </w:tr>
      <w:tr w:rsidR="00BE685F" w:rsidRPr="00F42F55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151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ر.م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البند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العمالة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الأنتاجية فى اليوم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الأنتاجية فى الساعة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ملاحظات</w:t>
            </w:r>
          </w:p>
        </w:tc>
      </w:tr>
      <w:tr w:rsidR="00BE685F" w:rsidRPr="00F42F55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أولآ أعمال النجارة ( م3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) :-</w:t>
            </w: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تختلف المعدلات حسب موقع العمل بالمنشأ</w:t>
            </w: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القواعد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نجار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2.4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0.3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السملات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نجار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1.65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0.21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كمرات وبلاطات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نجار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0.25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أعمدة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نجار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1.65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0.21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ثانياً أعمال الحدادة ( كجم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) :-</w:t>
            </w: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القواعد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حداد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280 </w:t>
            </w:r>
            <w:r w:rsidRPr="00F42F55">
              <w:rPr>
                <w:rFonts w:ascii="Nimbus Sans L" w:eastAsia="Times New Roman" w:hAnsi="Nimbus Sans L" w:cs="Arial"/>
                <w:rtl/>
              </w:rPr>
              <w:t>كجم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35 </w:t>
            </w:r>
            <w:r w:rsidRPr="00F42F55">
              <w:rPr>
                <w:rFonts w:ascii="Nimbus Sans L" w:eastAsia="Times New Roman" w:hAnsi="Nimbus Sans L" w:cs="Arial"/>
                <w:rtl/>
              </w:rPr>
              <w:t>كجم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بمعــــدل تقــريباً 1 طن / يوم</w:t>
            </w: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السملات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حداد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200 </w:t>
            </w:r>
            <w:r w:rsidRPr="00F42F55">
              <w:rPr>
                <w:rFonts w:ascii="Nimbus Sans L" w:eastAsia="Times New Roman" w:hAnsi="Nimbus Sans L" w:cs="Arial"/>
                <w:rtl/>
              </w:rPr>
              <w:t>كجم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25 </w:t>
            </w:r>
            <w:r w:rsidRPr="00F42F55">
              <w:rPr>
                <w:rFonts w:ascii="Nimbus Sans L" w:eastAsia="Times New Roman" w:hAnsi="Nimbus Sans L" w:cs="Arial"/>
                <w:rtl/>
              </w:rPr>
              <w:t>كجم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كمرات وبلاطات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حداد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270 </w:t>
            </w:r>
            <w:r w:rsidRPr="00F42F55">
              <w:rPr>
                <w:rFonts w:ascii="Nimbus Sans L" w:eastAsia="Times New Roman" w:hAnsi="Nimbus Sans L" w:cs="Arial"/>
                <w:rtl/>
              </w:rPr>
              <w:t>كجم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33.75 </w:t>
            </w:r>
            <w:r w:rsidRPr="00F42F55">
              <w:rPr>
                <w:rFonts w:ascii="Nimbus Sans L" w:eastAsia="Times New Roman" w:hAnsi="Nimbus Sans L" w:cs="Arial"/>
                <w:rtl/>
              </w:rPr>
              <w:t>كجم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أعمدة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حداد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200 </w:t>
            </w:r>
            <w:r w:rsidRPr="00F42F55">
              <w:rPr>
                <w:rFonts w:ascii="Nimbus Sans L" w:eastAsia="Times New Roman" w:hAnsi="Nimbus Sans L" w:cs="Arial"/>
                <w:rtl/>
              </w:rPr>
              <w:t>كجم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25 </w:t>
            </w:r>
            <w:r w:rsidRPr="00F42F55">
              <w:rPr>
                <w:rFonts w:ascii="Nimbus Sans L" w:eastAsia="Times New Roman" w:hAnsi="Nimbus Sans L" w:cs="Arial"/>
                <w:rtl/>
              </w:rPr>
              <w:t>كجم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8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ثالثاً أعمال المبانى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:-</w:t>
            </w: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مبانى من البلوك الأسمنتى بالأبعاد التالية 20×20×40 سم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بناء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44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5.5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78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 مونة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115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 نقل بلوك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18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بناء لعمل الكحلة من الجهتين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رابعاً أعمال البياض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:-</w:t>
            </w: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الطرطشة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عجان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100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12.5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الحوائط الداخلية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لياس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37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4.6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عجان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الأسقف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لياس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32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4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عجان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الحوائط الخارجية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لياس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عجان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فى حالة عمل بقج يلزم ( 2 لياس + 2 عجان + 1 عامل ) 150 / م2 يوم - 18.75 م2</w:t>
            </w:r>
            <w:r w:rsidRPr="00F42F55">
              <w:rPr>
                <w:rFonts w:ascii="Nimbus Sans L" w:eastAsia="Times New Roman" w:hAnsi="Nimbus Sans L" w:cs="Arial"/>
              </w:rPr>
              <w:t xml:space="preserve"> / </w:t>
            </w:r>
            <w:r w:rsidRPr="00F42F55">
              <w:rPr>
                <w:rFonts w:ascii="Nimbus Sans L" w:eastAsia="Times New Roman" w:hAnsi="Nimbus Sans L" w:cs="Arial"/>
                <w:rtl/>
              </w:rPr>
              <w:t xml:space="preserve">ساعة </w:t>
            </w: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خامساً أعمال الدهانات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:- </w:t>
            </w:r>
          </w:p>
        </w:tc>
      </w:tr>
      <w:tr w:rsidR="00BE685F" w:rsidRPr="00F42F55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وتشمل دهان وجهين + المعجون+ أعمال الصنفرة </w:t>
            </w: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دهان ( بلاستيك</w:t>
            </w:r>
            <w:r w:rsidRPr="00F42F55">
              <w:rPr>
                <w:rFonts w:ascii="Nimbus Sans L" w:eastAsia="Times New Roman" w:hAnsi="Nimbus Sans L" w:cs="Arial"/>
              </w:rPr>
              <w:t xml:space="preserve"> 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 xml:space="preserve">دهان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60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7.5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انتاجية المعجون والصنفرة 25 م2 فنى +عامل</w:t>
            </w:r>
            <w:r w:rsidRPr="00F42F55">
              <w:rPr>
                <w:rFonts w:ascii="Nimbus Sans L" w:eastAsia="Times New Roman" w:hAnsi="Nimbus Sans L" w:cs="Arial"/>
              </w:rPr>
              <w:t xml:space="preserve"> / </w:t>
            </w:r>
            <w:r w:rsidRPr="00F42F55">
              <w:rPr>
                <w:rFonts w:ascii="Nimbus Sans L" w:eastAsia="Times New Roman" w:hAnsi="Nimbus Sans L" w:cs="Arial"/>
                <w:rtl/>
              </w:rPr>
              <w:t>يوم</w:t>
            </w: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 xml:space="preserve">مساعد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دهان ( زيت</w:t>
            </w:r>
            <w:r w:rsidRPr="00F42F55">
              <w:rPr>
                <w:rFonts w:ascii="Nimbus Sans L" w:eastAsia="Times New Roman" w:hAnsi="Nimbus Sans L" w:cs="Arial"/>
              </w:rPr>
              <w:t xml:space="preserve"> 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 xml:space="preserve">دهان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40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 xml:space="preserve">مساعد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سادساً أعمال الرخام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:- </w:t>
            </w:r>
          </w:p>
        </w:tc>
      </w:tr>
      <w:tr w:rsidR="00BE685F" w:rsidRPr="00F42F55">
        <w:trPr>
          <w:trHeight w:val="78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رخام أرضية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فنى رخام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27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3.38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رخام السلالم والمداخل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فنى رخام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27 </w:t>
            </w:r>
            <w:r w:rsidRPr="00F42F55">
              <w:rPr>
                <w:rFonts w:ascii="Nimbus Sans L" w:eastAsia="Times New Roman" w:hAnsi="Nimbus Sans L" w:cs="Arial"/>
                <w:rtl/>
              </w:rPr>
              <w:t>م 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3.38 </w:t>
            </w:r>
            <w:r w:rsidRPr="00F42F55">
              <w:rPr>
                <w:rFonts w:ascii="Nimbus Sans L" w:eastAsia="Times New Roman" w:hAnsi="Nimbus Sans L" w:cs="Arial"/>
                <w:rtl/>
              </w:rPr>
              <w:t>م 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151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يضاف عامل لكل دور زيادة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78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كسوة رخام ( 2سم</w:t>
            </w:r>
            <w:r w:rsidRPr="00F42F55">
              <w:rPr>
                <w:rFonts w:ascii="Nimbus Sans L" w:eastAsia="Times New Roman" w:hAnsi="Nimbus Sans L" w:cs="Arial"/>
              </w:rPr>
              <w:t xml:space="preserve"> 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فنى رخام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0.63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وظيفة العامل تشمل الردم أسفل الأرضيات + الترحيل</w:t>
            </w:r>
            <w:r w:rsidRPr="00F42F55">
              <w:rPr>
                <w:rFonts w:ascii="Nimbus Sans L" w:eastAsia="Times New Roman" w:hAnsi="Nimbus Sans L" w:cs="Arial"/>
              </w:rPr>
              <w:t xml:space="preserve"> + </w:t>
            </w:r>
            <w:r w:rsidRPr="00F42F55">
              <w:rPr>
                <w:rFonts w:ascii="Nimbus Sans L" w:eastAsia="Times New Roman" w:hAnsi="Nimbus Sans L" w:cs="Arial"/>
                <w:rtl/>
              </w:rPr>
              <w:t xml:space="preserve">التشوين + السقية </w:t>
            </w: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سابعاً بلاط الأرضيات والحوائط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:- </w:t>
            </w:r>
          </w:p>
        </w:tc>
      </w:tr>
      <w:tr w:rsidR="00BE685F" w:rsidRPr="00F42F55">
        <w:trPr>
          <w:trHeight w:val="115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بلاط سنجابى للأسطح مقاس 20×20×1.5 سم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فنى لعمل الأوتار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28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3.5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حتى ارتفاع 15 متر</w:t>
            </w: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مبلط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بلاط أسمنتى مقاس 20×20×2 سم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مبلط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22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2.75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يضاف 1 عامل لكل دور زيادة</w:t>
            </w: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ترابيع خرسانية للأرضيات ( أرصفة - مشايات ) مقاس </w:t>
            </w:r>
            <w:r w:rsidRPr="00F42F55">
              <w:rPr>
                <w:rFonts w:ascii="Nimbus Sans L" w:eastAsia="Times New Roman" w:hAnsi="Nimbus Sans L" w:cs="Arial"/>
              </w:rPr>
              <w:t xml:space="preserve">40×40×4 </w:t>
            </w:r>
            <w:r w:rsidRPr="00F42F55">
              <w:rPr>
                <w:rFonts w:ascii="Nimbus Sans L" w:eastAsia="Times New Roman" w:hAnsi="Nimbus Sans L" w:cs="Arial"/>
                <w:rtl/>
              </w:rPr>
              <w:t>سم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مبلط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22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2.75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بلاط موزايكو 20×20×2 سم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مبلط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30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3.75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يضاف 1 عامل لكل دور زيادة</w:t>
            </w: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بلاط موزايكو 30×30×3 سم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مبلط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يضاف 1 عامل لكل دور زيادة</w:t>
            </w: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قيشانى حوائط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1 - </w:t>
            </w:r>
            <w:r w:rsidRPr="00F42F55">
              <w:rPr>
                <w:rFonts w:ascii="Nimbus Sans L" w:eastAsia="Times New Roman" w:hAnsi="Nimbus Sans L" w:cs="Arial"/>
                <w:rtl/>
              </w:rPr>
              <w:t>مبلط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12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1.5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يضاف 1 عامل لكل دور زيادة</w:t>
            </w: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2 - </w:t>
            </w:r>
            <w:r w:rsidRPr="00F42F55">
              <w:rPr>
                <w:rFonts w:ascii="Nimbus Sans L" w:eastAsia="Times New Roman" w:hAnsi="Nimbus Sans L" w:cs="Arial"/>
                <w:rtl/>
              </w:rPr>
              <w:t>عامل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أعمال الجلى للبلاط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4 - </w:t>
            </w:r>
            <w:r w:rsidRPr="00F42F55">
              <w:rPr>
                <w:rFonts w:ascii="Nimbus Sans L" w:eastAsia="Times New Roman" w:hAnsi="Nimbus Sans L" w:cs="Arial"/>
                <w:rtl/>
              </w:rPr>
              <w:t>جلاء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80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10 </w:t>
            </w:r>
            <w:r w:rsidRPr="00F42F55">
              <w:rPr>
                <w:rFonts w:ascii="Nimbus Sans L" w:eastAsia="Times New Roman" w:hAnsi="Nimbus Sans L" w:cs="Arial"/>
                <w:rtl/>
              </w:rPr>
              <w:t>م2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4 - </w:t>
            </w:r>
            <w:r w:rsidRPr="00F42F55">
              <w:rPr>
                <w:rFonts w:ascii="Nimbus Sans L" w:eastAsia="Times New Roman" w:hAnsi="Nimbus Sans L" w:cs="Arial"/>
                <w:rtl/>
              </w:rPr>
              <w:t>مساعد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ثامناً إنتاجية الآليات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:- </w:t>
            </w: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نوع الآلة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الانتاجية فى الساعة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ملاحظات</w:t>
            </w: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حفار يحفر خندق فى تربة عادية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انتاجية جاك همر (مثقاب صخر ) فى تربة صخرية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4.5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انتاجية جاك همر (مثقاب صخر ) فى أرض ترابية و صخرية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15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آلة ظاغط هواء ( كمبريسة ) فى تربة صخرية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0.82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D9L </w:t>
            </w:r>
            <w:r w:rsidRPr="00F42F55">
              <w:rPr>
                <w:rFonts w:ascii="Nimbus Sans L" w:eastAsia="Times New Roman" w:hAnsi="Nimbus Sans L" w:cs="Arial"/>
                <w:rtl/>
              </w:rPr>
              <w:t>فى أرض ترابية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130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D9H </w:t>
            </w:r>
            <w:r w:rsidRPr="00F42F55">
              <w:rPr>
                <w:rFonts w:ascii="Nimbus Sans L" w:eastAsia="Times New Roman" w:hAnsi="Nimbus Sans L" w:cs="Arial"/>
                <w:rtl/>
              </w:rPr>
              <w:t>فى أرض ترابية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110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D8K </w:t>
            </w:r>
            <w:r w:rsidRPr="00F42F55">
              <w:rPr>
                <w:rFonts w:ascii="Nimbus Sans L" w:eastAsia="Times New Roman" w:hAnsi="Nimbus Sans L" w:cs="Arial"/>
                <w:rtl/>
              </w:rPr>
              <w:t>فى أرض ترابية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80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D9L </w:t>
            </w:r>
            <w:r w:rsidRPr="00F42F55">
              <w:rPr>
                <w:rFonts w:ascii="Nimbus Sans L" w:eastAsia="Times New Roman" w:hAnsi="Nimbus Sans L" w:cs="Arial"/>
                <w:rtl/>
              </w:rPr>
              <w:t>فى صخر هش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90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D9H </w:t>
            </w:r>
            <w:r w:rsidRPr="00F42F55">
              <w:rPr>
                <w:rFonts w:ascii="Nimbus Sans L" w:eastAsia="Times New Roman" w:hAnsi="Nimbus Sans L" w:cs="Arial"/>
                <w:rtl/>
              </w:rPr>
              <w:t>فى صخر هش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70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D8K </w:t>
            </w:r>
            <w:r w:rsidRPr="00F42F55">
              <w:rPr>
                <w:rFonts w:ascii="Nimbus Sans L" w:eastAsia="Times New Roman" w:hAnsi="Nimbus Sans L" w:cs="Arial"/>
                <w:rtl/>
              </w:rPr>
              <w:t>فى صخر هش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50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آلة تسوية ( جريدر</w:t>
            </w:r>
            <w:r w:rsidRPr="00F42F55">
              <w:rPr>
                <w:rFonts w:ascii="Nimbus Sans L" w:eastAsia="Times New Roman" w:hAnsi="Nimbus Sans L" w:cs="Arial"/>
              </w:rPr>
              <w:t xml:space="preserve"> 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150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E685F" w:rsidRPr="00F42F55" w:rsidRDefault="00804E3C">
      <w:pPr>
        <w:rPr>
          <w:rFonts w:ascii="Arial" w:eastAsia="Times New Roman" w:hAnsi="Arial" w:cs="Arial"/>
          <w:sz w:val="20"/>
          <w:szCs w:val="20"/>
        </w:rPr>
      </w:pPr>
      <w:r w:rsidRPr="00F42F55">
        <w:rPr>
          <w:rFonts w:ascii="Arial" w:eastAsia="Times New Roman" w:hAnsi="Arial" w:cs="Arial"/>
          <w:sz w:val="20"/>
          <w:szCs w:val="20"/>
        </w:rPr>
        <w:br w:type="textWrapping" w:clear="left"/>
      </w:r>
    </w:p>
    <w:p w:rsidR="00BE685F" w:rsidRPr="00F42F55" w:rsidRDefault="00BE685F">
      <w:pPr>
        <w:rPr>
          <w:rFonts w:ascii="Arial" w:eastAsia="Times New Roman" w:hAnsi="Arial" w:cs="Arial"/>
          <w:sz w:val="20"/>
          <w:szCs w:val="20"/>
        </w:rPr>
      </w:pPr>
    </w:p>
    <w:p w:rsidR="00BE685F" w:rsidRPr="00F42F55" w:rsidRDefault="00804E3C">
      <w:pPr>
        <w:pStyle w:val="Heading1"/>
        <w:rPr>
          <w:rFonts w:ascii="Arial" w:eastAsia="Times New Roman" w:hAnsi="Arial" w:cs="Arial"/>
        </w:rPr>
      </w:pPr>
      <w:bookmarkStart w:id="1" w:name="table1"/>
      <w:r w:rsidRPr="00F42F55">
        <w:rPr>
          <w:rStyle w:val="Emphasis"/>
          <w:rFonts w:ascii="Arial" w:eastAsia="Times New Roman" w:hAnsi="Arial" w:cs="Arial"/>
          <w:i w:val="0"/>
          <w:iCs w:val="0"/>
          <w:rtl/>
        </w:rPr>
        <w:t>انتاجية جميع الحفارات</w:t>
      </w:r>
    </w:p>
    <w:bookmarkEnd w:id="1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1003"/>
        <w:gridCol w:w="679"/>
        <w:gridCol w:w="2976"/>
        <w:gridCol w:w="1002"/>
        <w:gridCol w:w="1214"/>
        <w:gridCol w:w="1287"/>
      </w:tblGrid>
      <w:tr w:rsidR="00BE685F" w:rsidRPr="00F42F55" w:rsidTr="00FA44C2">
        <w:trPr>
          <w:trHeight w:val="255"/>
          <w:tblCellSpacing w:w="0" w:type="dxa"/>
        </w:trPr>
        <w:tc>
          <w:tcPr>
            <w:tcW w:w="812" w:type="dxa"/>
            <w:tcBorders>
              <w:top w:val="single" w:sz="3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8" w:type="dxa"/>
            <w:gridSpan w:val="4"/>
            <w:vMerge w:val="restart"/>
            <w:tcBorders>
              <w:top w:val="single" w:sz="36" w:space="0" w:color="000000"/>
              <w:bottom w:val="single" w:sz="3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7"/>
                <w:szCs w:val="27"/>
                <w:rtl/>
              </w:rPr>
              <w:t>معدلات الأداء القياسية للاعمال المدنية</w:t>
            </w:r>
          </w:p>
        </w:tc>
        <w:tc>
          <w:tcPr>
            <w:tcW w:w="1273" w:type="dxa"/>
            <w:tcBorders>
              <w:top w:val="single" w:sz="3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3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55"/>
          <w:tblCellSpacing w:w="0" w:type="dxa"/>
        </w:trPr>
        <w:tc>
          <w:tcPr>
            <w:tcW w:w="0" w:type="auto"/>
            <w:tcBorders>
              <w:bottom w:val="single" w:sz="3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36" w:space="0" w:color="000000"/>
              <w:bottom w:val="single" w:sz="3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3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3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مسلسل</w:t>
            </w:r>
          </w:p>
        </w:tc>
        <w:tc>
          <w:tcPr>
            <w:tcW w:w="0" w:type="auto"/>
            <w:tcBorders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التوصيف</w:t>
            </w:r>
          </w:p>
        </w:tc>
        <w:tc>
          <w:tcPr>
            <w:tcW w:w="0" w:type="auto"/>
            <w:tcBorders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النشاط</w:t>
            </w:r>
          </w:p>
        </w:tc>
        <w:tc>
          <w:tcPr>
            <w:tcW w:w="0" w:type="auto"/>
            <w:tcBorders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المعدات والعمالة المنفذة للنشاط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المعدل اليومى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رجل.ساعة/الوحدة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ملاحظات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رملية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حفر : 2 + عامل عادى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طينية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حفر : 2 + عامل عادى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طفلية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حفر : 2 + عامل عادى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مشبعة بالزيت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حفر : 2 + عامل عادى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رملية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للخطوط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400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طفلية متماسكة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للخطوط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300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صخرية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للخطوط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روك بريكر + 1/2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رملية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للقواعد :حفر+نقل مخلفات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+ 2 قلاب +1/2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300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طفلية متماسكة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للقواعد :حفر+نقل مخلفات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+ 2 قلاب +1/2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طينية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للقواعد :حفر+نقل مخلفات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+ 2 قلاب +1/2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120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صخرية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للقواعد :حفر+نقل مخلفات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روك بريكر +1حفار + 1/2 مساح + 2قلاب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تقل المعدلات ب 50 % فى وجود المياه الجوفية للسند والنزح مع اضافة طلمبة ديزل 6" مع كل فرقة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ردم يدوى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ردم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+ عدد 1 فنى دكاك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6.5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ردم ميكانيكى للخطوط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ردم ميكانيكى للخطوط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بلدوزر + مشرف مدنى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400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ردم ميكانيكى للمبانى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ردم ميكانيكى للمبانى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لودر +عدد 1 قلاب + مشرف مدنى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الدك و التسوية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الدك و التسوية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لودر +عدد 5 عامل + مشرف مدنى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450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خرسانات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تكسير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نحات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0.25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مبانى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تكسير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نحات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رؤوس خوازيق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تكسير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نحات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 piles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خرسانات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تكسير ميكانيكى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شاكوش تكسير + عدد 2 عامل + 1/2 مشرف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صخور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تكسير ميكانيكى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روك بريكر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الخرسانة العادية للاساسات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النجارة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الخرسانة العادية للبلاطات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النجارة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+ 2 مساعد + 1/2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خرسانات عادية أو مسلحة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صب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خلاطة ثابتة 3/4 م3 + 20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خرسانات عادية أو مسلحة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صب ميكانيكى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محطة خلط +2 صاروخ +1 مضخة+19عامل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الخرسانة المسلحة للقواعد و السملات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النجارة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الخرسانة المسلحة للقواعد و السملات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الحدادة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حداد + 2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القواعد و تركيب الجوايط:4 فى القاعدة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النجارة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 +1/2 لحام + 1/2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2.5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القواعد و تركيب الجوايط:4 فى القاعدة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الحدادة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حداد + 2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2.50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الاعمدة متوسط 25*40 سم وأرتفاع 3 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النجارة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 +1عامل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1.20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الاعمدة متوسط 25*40 سم وأرتفاع 3 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الحدادة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نصف حداد + 1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1.20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الكمرات المسلحة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النجارة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نجار + 1 مساعد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الكمرات المسلحة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الحدادة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نصف حداد + 1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الاسقف متوسط سمك 12 سم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النجارة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 +1/2عامل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7.50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الاسقف متوسط سمك 12 سم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الحدادة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حداد + 2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 xml:space="preserve">أعمال الحوائط المسلحة متوسط سمك 25سم وارتفاع 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</w:rPr>
              <w:t>3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النجارة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 +1عامل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2.25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فى حالة حوائط ارتفاعها من 3:6م يقل معدل النجارة الى 1.75 م3 /يوم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 xml:space="preserve">أعمال الحوائط المسلحة متوسط سمك 25سم وارتفاع 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</w:rPr>
              <w:t>3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الحدادة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حداد + 2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2.25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ماستيك المستودعات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عزل الرطوبة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نجار+5 عامل بيتومين+1/2 مشرف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دهان أساسات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عزل الرطوبة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بيتومين(دهان وجهين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75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 xml:space="preserve">عزل أسقف 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عزل الرطوبة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5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(2خيش + 3 بيتومين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 xml:space="preserve">عزل فوم 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عزل الحرارة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دهان + عامل فوم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عزل سيليتون( من 5:7 سم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عزل الحرارة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مشرف+عامل ميكانيكى+2عامل عادى+5 قراونجى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مبانى بالطوب المصمت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المبانى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بناء+1مساعد+1موان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2.5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مبانى بالطوب المفرغ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المبانى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بناء+2مساعد+1موان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25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مبانى بالطوب على السيخ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المبانى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بناء+2مساعد+1موان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مبانى دبش رأسى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التدبيش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بناء+2عامل+1موان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مبانى دبش على المائل (كميات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التدبيش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بناء+2عامل+1موان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6.5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مبانى دبش مخوص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التدبيش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بناء+2عامل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الطرطشة و البؤج و الاوتار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بياض داخلى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مبيض+2موان+1عامل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140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بياض تخشين حوائط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بياض داخلى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مبيض+1موان+1عامل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37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بياض تخشين أسقف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بياض داخلى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مبيض+1موان+2عامل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بياض تخشين أسفال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بياض داخلى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مبيض+1موان+1عامل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38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البطانة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بياض خارجى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مبيض+1موان+2عامل+1 نجار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أعمال الطرطشة والبؤج فى البياض الخارجى هى نفسها فى البياض الداخلى وينخفض معدل الاداء25</w:t>
            </w:r>
            <w:r w:rsidRPr="00F42F55">
              <w:rPr>
                <w:rFonts w:ascii="Nimbus Sans L" w:eastAsia="Times New Roman" w:hAnsi="Nimbus Sans L" w:cs="Arial"/>
                <w:sz w:val="20"/>
                <w:szCs w:val="20"/>
              </w:rPr>
              <w:t>%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الضهارة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بياض خارجى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مبيض+1موان+2عامل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32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أعمال الطرطشة والبؤج فى البياض الخارجى هى نفسها فى البياض الداخلى وينخفض معدل الاداء25</w:t>
            </w:r>
            <w:r w:rsidRPr="00F42F55">
              <w:rPr>
                <w:rFonts w:ascii="Nimbus Sans L" w:eastAsia="Times New Roman" w:hAnsi="Nimbus Sans L" w:cs="Arial"/>
                <w:sz w:val="20"/>
                <w:szCs w:val="20"/>
              </w:rPr>
              <w:t>%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أرضيات رخام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رخام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مرخماتى +2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درج رخام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رخام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مرخماتى +2 عامل +1/2 نحات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25 </w:t>
            </w:r>
            <w:proofErr w:type="spellStart"/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l.m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كسوة حوائط رخام داخلية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رخام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مرخماتى +2 عامل +1/2 نحات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كسوة حوائط رخام خارجية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رخام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مرخماتى +3 عامل +1/2 نحات+1/2 نجار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7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بلاط أسمنتى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البلاط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مبلط +2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بلاط موزايكو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البلاط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مبلط +2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25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بلاط أرصفة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بلاط أرصفة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مبلط +1 مساعد+2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أرضيات سيراميك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سيراميك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مبلط +2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حوائط سيراميك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سيراميك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مبلط +2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12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العلفة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أرضيات خشب موسكى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الارضيات الخشبية 20 م2 / 5 يوم ويتم تنفيذها ب 3.6 رجل ساعة/م3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الردم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أرضيات خشب موسكى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الارضيات الخشبية 20 م2 / 5 يوم ويتم تنفيذها ب 3.6 رجل ساعة/م4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التطبيق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أرضيات خشب موسكى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الارضيات الخشبية 20 م2 / 5 يوم ويتم تنفيذها ب 3.6 رجل ساعة/م5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قسط و تركيب وزرة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أرضيات خشب موسكى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نجار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الارضيات الخشبية 20 م2 / 5 يوم ويتم تنفيذها ب 3.6 رجل ساعة/م6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الدهان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أرضيات خشب موسكى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1/2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نقاش +1/2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الارضيات الخشبية 20 م2 / 5 يوم ويتم تنفيذها ب 3.6 رجل ساعة/م7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معجون وجه أول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الدهانات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نقاش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دهان الحوائط 100 م2 / 8 يوم ويتم تنفيذهم بعدد 132 رجل ساعة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صنفرة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الدهانات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دهان الحوائط 100 م2 / 8 يوم ويتم تنفيذهم بعدد 132 رجل ساعة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معجون وجه ثانى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الدهانات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نقاش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دهان الحوائط 100 م2 / 8 يوم ويتم تنفيذهم بعدد 132 رجل ساعة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صنفرة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الدهانات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دهان الحوائط 100 م2 / 8 يوم ويتم تنفيذهم بعدد 132 رجل ساعة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بطانة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الدهانات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نقاش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دهان الحوائط 100 م2 / 8 يوم ويتم تنفيذهم بعدد 132 رجل ساعة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التلقيط و المعالجة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الدهانات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1/2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نقاش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دهان الحوائط 100 م2 / 8 يوم ويتم تنفيذهم بعدد 132 رجل ساعة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دهان وجه أول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الدهانات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نقاش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دهان الحوائط 100 م2 / 8 يوم ويتم تنفيذهم بعدد 132 رجل ساعة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دهان وجه ثانى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الدهانات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نقاش + 1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معدل أداء دهان الحوائط 100 م2 / 8 يوم ويتم تنفيذهم بعدد 132 رجل ساعة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حدادة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الشبك الممدد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حداد+2عامل+1/2 نحات+1/2 خشاب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بياض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الشبك الممدد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مبيض + 2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بلاطات 60*60 سم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الاسقف المعلقة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فنى+2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7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4.57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التشغيل و التجميع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الالومنيوم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10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فنى+9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900 </w:t>
            </w:r>
            <w:proofErr w:type="spellStart"/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l.m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تركيب و تسكيك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الالومنيوم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4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فنى+4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900 </w:t>
            </w:r>
            <w:proofErr w:type="spellStart"/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l.m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تركيب مواسير الزهر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السباكة الداخلية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سباك + 2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نصف حمام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تركيب مواسير حديد و رصاص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السباكة الداخلية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سباك + 2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ثلث حمام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تركيب الاجهزة الصحية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السباكة الداخلية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سباك + 2 عامل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نصف حمام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مد وتركيب خطوط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السباكة الخارجية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سباك + 5 عامل + نصف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15 </w:t>
            </w:r>
            <w:proofErr w:type="spellStart"/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l.m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غرف تفتيش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السباكة الخارجية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بناء + 1 مبيض + 5 عامل +1/2 مشرف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عدد 3 غرف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خوازيق دق نظام فيبرو (ماكينات البخار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الخوازيق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13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مشغل+5 فرقة صب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عدد 4 خازوق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القطر 20" : 24" بمتوسط طول 12:15 م.ط تربة طفلية وطينية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خوازيق دق (ماكينات ضغط الهواء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الخوازيق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5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مشغل+9 فرقة صب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عدد 4 خازوق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القطر 20" : 24" بمتوسط طول 12:15 م.ط تربة طفلية وطينية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خوازيق دق الماكينة الجديدة لبتروجيت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الخوازيق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5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مشغل+9 فرقة صب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عدد 8 خازوق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تربة طفلية و طينية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خوازيق حفر دوار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الخوازيق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8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مشغل + 9 فرقة صب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عدد 5 خوازيق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أقطار 20" متوسط الطول 18 م.ط تربة طفلية و طينية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خوازيق ستراوس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الخوازيق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8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مشغل + 5 فرقة صب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عدد 1 خوازيق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أقطار16" متوسط الطول 18 م.ط تربة طفلية وطينية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حفر وتسوية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الطرق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حفار+2 قلاب+1 مساح+1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70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الردم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الطرق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لودر+3قلاب+1هراس+1مساح+2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115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طبقة الاساس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الطرق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لودر+4قلاب+1هراس+1مساح+1 مساعد+1تريللا مياه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550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متوسط سمك الطبقة 25 سم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طبقة مكرام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الطرق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جريدر+1هراس+4قلاب+1مساح+1مساعد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طبقة أسفلت سمك 6 سم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طبقة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</w:rPr>
              <w:t xml:space="preserve"> M25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الطرق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غلاية+2 عامل+1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طبقة رابطة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الطرق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فنشر+هراس+4قلاب+مساح+مساعد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1500:3000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طبقة أسفلت سمك 5 سم</w:t>
            </w: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طبقة</w:t>
            </w: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</w:rPr>
              <w:t xml:space="preserve"> RC2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الطرق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غلاية + 2 عامل + مساعد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1000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طبقة سطخية</w:t>
            </w:r>
          </w:p>
        </w:tc>
        <w:tc>
          <w:tcPr>
            <w:tcW w:w="0" w:type="auto"/>
            <w:tcBorders>
              <w:top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الطرق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فنشر+هراس+4 قلاب+مساح+2مساعد</w:t>
            </w:r>
          </w:p>
        </w:tc>
        <w:tc>
          <w:tcPr>
            <w:tcW w:w="0" w:type="auto"/>
            <w:tcBorders>
              <w:top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700 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طبقة أسفلت سمك 4 سم</w:t>
            </w: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 w:rsidTr="00FA44C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E685F" w:rsidRPr="00F42F55" w:rsidRDefault="00BE685F">
      <w:pPr>
        <w:pStyle w:val="Heading1"/>
        <w:rPr>
          <w:rFonts w:ascii="Arial" w:eastAsia="Times New Roman" w:hAnsi="Arial" w:cs="Arial"/>
        </w:rPr>
      </w:pPr>
      <w:bookmarkStart w:id="2" w:name="table2"/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758"/>
        <w:gridCol w:w="679"/>
        <w:gridCol w:w="730"/>
        <w:gridCol w:w="543"/>
        <w:gridCol w:w="549"/>
        <w:gridCol w:w="667"/>
        <w:gridCol w:w="1268"/>
        <w:gridCol w:w="730"/>
        <w:gridCol w:w="327"/>
        <w:gridCol w:w="639"/>
        <w:gridCol w:w="85"/>
        <w:gridCol w:w="567"/>
        <w:gridCol w:w="122"/>
        <w:gridCol w:w="928"/>
        <w:gridCol w:w="792"/>
        <w:gridCol w:w="81"/>
      </w:tblGrid>
      <w:tr w:rsidR="00BE685F" w:rsidRPr="00F42F55">
        <w:trPr>
          <w:trHeight w:val="315"/>
          <w:tblCellSpacing w:w="0" w:type="dxa"/>
        </w:trPr>
        <w:tc>
          <w:tcPr>
            <w:tcW w:w="795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bookmarkStart w:id="3" w:name="_GoBack" w:colFirst="2" w:colLast="2"/>
            <w:bookmarkEnd w:id="2"/>
          </w:p>
        </w:tc>
        <w:tc>
          <w:tcPr>
            <w:tcW w:w="3240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350" w:type="dxa"/>
            <w:gridSpan w:val="4"/>
            <w:vAlign w:val="center"/>
            <w:hideMark/>
          </w:tcPr>
          <w:p w:rsidR="00BE685F" w:rsidRPr="00866428" w:rsidRDefault="00804E3C" w:rsidP="007E4BDC">
            <w:pPr>
              <w:jc w:val="center"/>
              <w:rPr>
                <w:rFonts w:ascii="Arial" w:eastAsia="Times New Roman" w:hAnsi="Arial" w:cs="Arial"/>
                <w:sz w:val="40"/>
                <w:szCs w:val="40"/>
              </w:rPr>
            </w:pPr>
            <w:r w:rsidRPr="00866428">
              <w:rPr>
                <w:rFonts w:ascii="Nimbus Sans L" w:eastAsia="Times New Roman" w:hAnsi="Nimbus Sans L" w:cs="Arial"/>
                <w:b/>
                <w:bCs/>
                <w:sz w:val="40"/>
                <w:szCs w:val="40"/>
                <w:rtl/>
              </w:rPr>
              <w:t>المعدلات القياسية</w:t>
            </w:r>
          </w:p>
        </w:tc>
        <w:tc>
          <w:tcPr>
            <w:tcW w:w="1920" w:type="dxa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35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35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bookmarkEnd w:id="3"/>
      <w:tr w:rsidR="00BE685F" w:rsidRPr="00F42F55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375"/>
          <w:tblCellSpacing w:w="0" w:type="dxa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مسلسل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التوصيف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النشاط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المعدات والعمالة المنفذة للنشاط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الوحدة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0000"/>
                <w:sz w:val="20"/>
                <w:szCs w:val="20"/>
                <w:rtl/>
              </w:rPr>
              <w:t>المعدل اليومى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 xml:space="preserve">معدلات شبه الجزيرة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رجل.ساعة/الوحدة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0"/>
                <w:szCs w:val="20"/>
                <w:rtl/>
              </w:rPr>
              <w:t>ملاحظات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sz w:val="27"/>
                <w:szCs w:val="27"/>
                <w:rtl/>
              </w:rPr>
              <w:t>إنتاجية الآليات</w:t>
            </w:r>
            <w:r w:rsidRPr="00F42F55">
              <w:rPr>
                <w:rFonts w:ascii="Nimbus Sans L" w:eastAsia="Times New Roman" w:hAnsi="Nimbus Sans L" w:cs="Arial"/>
                <w:sz w:val="27"/>
                <w:szCs w:val="27"/>
              </w:rPr>
              <w:t xml:space="preserve"> :-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FFFF99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رملية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للخطوط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نوع الآلة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الانتاجية فى الساعة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الانتاجية فى اليوم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ملاحظات</w:t>
            </w: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طفلية متماسكة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للخطوط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حفار يحفر خندق فى تربة عادية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30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240m3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صخرية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للخطوط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جاك هامر + 1/2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انتاجية جاك همر (مثقاب صخر ) فى تربة صخرية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4.5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36m3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 xml:space="preserve">تربة صخرية هشة 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رملية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للقواعد :حفر+نقل مخلفات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+ 2 قلاب +1/2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انتاجية جاك همر (مثقاب صخر ) فى أرض ترابية و صخرية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15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90m3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طفلية متماسكة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للقواعد :حفر+نقل مخلفات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+ 2 قلاب +1/2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 xml:space="preserve">آلة ظاغط هواء ( كمبريسة ) فى تربة صخرية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0.82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6.52m3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طينية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للقواعد :حفر+نقل مخلفات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+ 2 قلاب +1/2 مساح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D9L </w:t>
            </w:r>
            <w:r w:rsidRPr="00F42F55">
              <w:rPr>
                <w:rFonts w:ascii="Nimbus Sans L" w:eastAsia="Times New Roman" w:hAnsi="Nimbus Sans L" w:cs="Arial"/>
                <w:rtl/>
              </w:rPr>
              <w:t>فى أرض ترابية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130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1040m3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تربة صخرية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حفر ميكانيكى للقواعد :حفر+نقل مخلفات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: 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حفار جاك هامر +1حفار + 1/2 مساح + 2قلاب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D9H </w:t>
            </w:r>
            <w:r w:rsidRPr="00F42F55">
              <w:rPr>
                <w:rFonts w:ascii="Nimbus Sans L" w:eastAsia="Times New Roman" w:hAnsi="Nimbus Sans L" w:cs="Arial"/>
                <w:rtl/>
              </w:rPr>
              <w:t>فى أرض ترابية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110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ردم يدوى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ردم يدوى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عامل + عدد 1 فنى دكاك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D8K </w:t>
            </w:r>
            <w:r w:rsidRPr="00F42F55">
              <w:rPr>
                <w:rFonts w:ascii="Nimbus Sans L" w:eastAsia="Times New Roman" w:hAnsi="Nimbus Sans L" w:cs="Arial"/>
                <w:rtl/>
              </w:rPr>
              <w:t>فى أرض ترابية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80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ردم ميكانيكى للخطوط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ردم ميكانيكى للخطوط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بلدوزر + مشرف مدنى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D9L </w:t>
            </w:r>
            <w:r w:rsidRPr="00F42F55">
              <w:rPr>
                <w:rFonts w:ascii="Nimbus Sans L" w:eastAsia="Times New Roman" w:hAnsi="Nimbus Sans L" w:cs="Arial"/>
                <w:rtl/>
              </w:rPr>
              <w:t>فى صخر هش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90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ردم ميكانيكى للمبانى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ردم ميكانيكى للمبانى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لودر +عدد 1 قلاب + مشرف مدنى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D9H </w:t>
            </w:r>
            <w:r w:rsidRPr="00F42F55">
              <w:rPr>
                <w:rFonts w:ascii="Nimbus Sans L" w:eastAsia="Times New Roman" w:hAnsi="Nimbus Sans L" w:cs="Arial"/>
                <w:rtl/>
              </w:rPr>
              <w:t>فى صخر هش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70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4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shd w:val="clear" w:color="auto" w:fill="00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sz w:val="20"/>
                <w:szCs w:val="20"/>
                <w:rtl/>
              </w:rPr>
              <w:t>أعمال الدك و التسوية</w:t>
            </w:r>
          </w:p>
        </w:tc>
        <w:tc>
          <w:tcPr>
            <w:tcW w:w="0" w:type="auto"/>
            <w:tcBorders>
              <w:top w:val="single" w:sz="36" w:space="0" w:color="FF6600"/>
              <w:bottom w:val="single" w:sz="36" w:space="0" w:color="FF6600"/>
            </w:tcBorders>
            <w:shd w:val="clear" w:color="auto" w:fill="000000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FFFFFF"/>
                <w:sz w:val="20"/>
                <w:szCs w:val="20"/>
                <w:rtl/>
              </w:rPr>
              <w:t>أعمال الدك و التسوية</w:t>
            </w:r>
          </w:p>
        </w:tc>
        <w:tc>
          <w:tcPr>
            <w:tcW w:w="0" w:type="auto"/>
            <w:tcBorders>
              <w:top w:val="single" w:sz="36" w:space="0" w:color="FF00FF"/>
              <w:left w:val="single" w:sz="36" w:space="0" w:color="FF00FF"/>
              <w:bottom w:val="single" w:sz="36" w:space="0" w:color="FF00FF"/>
              <w:right w:val="single" w:sz="36" w:space="0" w:color="FF00FF"/>
            </w:tcBorders>
            <w:shd w:val="clear" w:color="auto" w:fill="CCFFFF"/>
            <w:vAlign w:val="center"/>
            <w:hideMark/>
          </w:tcPr>
          <w:p w:rsidR="00BE685F" w:rsidRPr="00F42F55" w:rsidRDefault="00804E3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 xml:space="preserve">عدد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F42F55">
              <w:rPr>
                <w:rFonts w:ascii="Nimbus Sans L" w:eastAsia="Times New Roman" w:hAnsi="Nimbus Sans L" w:cs="Arial"/>
                <w:b/>
                <w:bCs/>
                <w:color w:val="0000FF"/>
                <w:sz w:val="20"/>
                <w:szCs w:val="20"/>
                <w:rtl/>
              </w:rPr>
              <w:t>لودر +عدد 5 عامل + مشرف مدنى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m2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بلدوزر</w:t>
            </w:r>
            <w:r w:rsidRPr="00F42F55">
              <w:rPr>
                <w:rFonts w:ascii="Nimbus Sans L" w:eastAsia="Times New Roman" w:hAnsi="Nimbus Sans L" w:cs="Arial"/>
              </w:rPr>
              <w:t xml:space="preserve"> D8K </w:t>
            </w:r>
            <w:r w:rsidRPr="00F42F55">
              <w:rPr>
                <w:rFonts w:ascii="Nimbus Sans L" w:eastAsia="Times New Roman" w:hAnsi="Nimbus Sans L" w:cs="Arial"/>
                <w:rtl/>
              </w:rPr>
              <w:t>فى صخر هش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50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E685F" w:rsidRPr="00F42F55">
        <w:trPr>
          <w:trHeight w:val="780"/>
          <w:tblCellSpacing w:w="0" w:type="dxa"/>
        </w:trPr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  <w:rtl/>
              </w:rPr>
              <w:t>آلة تسوية</w:t>
            </w:r>
            <w:r w:rsidRPr="00F42F55">
              <w:rPr>
                <w:rFonts w:ascii="Nimbus Sans L" w:eastAsia="Times New Roman" w:hAnsi="Nimbus Sans L" w:cs="Arial"/>
              </w:rPr>
              <w:t xml:space="preserve"> ( </w:t>
            </w:r>
            <w:r w:rsidRPr="00F42F55">
              <w:rPr>
                <w:rFonts w:ascii="Nimbus Sans L" w:eastAsia="Times New Roman" w:hAnsi="Nimbus Sans L" w:cs="Arial"/>
                <w:rtl/>
              </w:rPr>
              <w:t>جريدر</w:t>
            </w:r>
            <w:r w:rsidRPr="00F42F55">
              <w:rPr>
                <w:rFonts w:ascii="Nimbus Sans L" w:eastAsia="Times New Roman" w:hAnsi="Nimbus Sans L" w:cs="Arial"/>
              </w:rPr>
              <w:t xml:space="preserve"> )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E685F" w:rsidRPr="00F42F55" w:rsidRDefault="00804E3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42F55">
              <w:rPr>
                <w:rFonts w:ascii="Nimbus Sans L" w:eastAsia="Times New Roman" w:hAnsi="Nimbus Sans L" w:cs="Arial"/>
              </w:rPr>
              <w:t xml:space="preserve">150 </w:t>
            </w:r>
            <w:r w:rsidRPr="00F42F55">
              <w:rPr>
                <w:rFonts w:ascii="Nimbus Sans L" w:eastAsia="Times New Roman" w:hAnsi="Nimbus Sans L" w:cs="Arial"/>
                <w:rtl/>
              </w:rPr>
              <w:t>م3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85F" w:rsidRPr="00F42F55" w:rsidRDefault="00BE685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E685F" w:rsidRPr="00F42F55" w:rsidRDefault="00BE685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04E3C" w:rsidRPr="00F42F55" w:rsidRDefault="00804E3C">
      <w:pPr>
        <w:rPr>
          <w:rFonts w:eastAsia="Times New Roman"/>
          <w:color w:val="auto"/>
        </w:rPr>
      </w:pPr>
    </w:p>
    <w:sectPr w:rsidR="00804E3C" w:rsidRPr="00F42F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imbus Sans 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val="bestFit" w:percent="91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C0384"/>
    <w:rsid w:val="001528C5"/>
    <w:rsid w:val="002C2719"/>
    <w:rsid w:val="003105A0"/>
    <w:rsid w:val="00787B5E"/>
    <w:rsid w:val="007E4BDC"/>
    <w:rsid w:val="00804E3C"/>
    <w:rsid w:val="00866428"/>
    <w:rsid w:val="009C3B1E"/>
    <w:rsid w:val="00BE685F"/>
    <w:rsid w:val="00DC0384"/>
    <w:rsid w:val="00F42F55"/>
    <w:rsid w:val="00FA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5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5A0"/>
    <w:rPr>
      <w:rFonts w:ascii="Tahoma" w:eastAsiaTheme="minorEastAsi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5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5A0"/>
    <w:rPr>
      <w:rFonts w:ascii="Tahoma" w:eastAsiaTheme="minorEastAsi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Mohamed Khaled Ibrahim</Company>
  <LinksUpToDate>false</LinksUpToDate>
  <CharactersWithSpaces>15085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9</cp:revision>
  <dcterms:created xsi:type="dcterms:W3CDTF">2012-05-11T21:34:00Z</dcterms:created>
  <dcterms:modified xsi:type="dcterms:W3CDTF">2012-05-11T21:37:00Z</dcterms:modified>
</cp:coreProperties>
</file>